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 do SWZ - Wzór umowy powierzenia przetwarzania danych -.docx</dmsv2BaseFileName>
    <dmsv2BaseDisplayName xmlns="http://schemas.microsoft.com/sharepoint/v3">Załącznik nr 6  do SWZ - Wzór umowy powierzenia przetwarzania danych -</dmsv2BaseDisplayName>
    <dmsv2SWPP2ObjectNumber xmlns="http://schemas.microsoft.com/sharepoint/v3">POST/DYS/OLD/GZ/04242/2025                        </dmsv2SWPP2ObjectNumber>
    <dmsv2SWPP2SumMD5 xmlns="http://schemas.microsoft.com/sharepoint/v3">55b38c2ba1ae2842177ae59a0b750e55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23846441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DPFVW34YURAE-834641568-4518</_dlc_DocId>
    <_dlc_DocIdUrl xmlns="a19cb1c7-c5c7-46d4-85ae-d83685407bba">
      <Url>https://swpp2.dms.gkpge.pl/sites/40/_layouts/15/DocIdRedir.aspx?ID=DPFVW34YURAE-834641568-4518</Url>
      <Description>DPFVW34YURAE-834641568-4518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3E17DB66-1003-4BF3-B8A9-ED04F05CDC3E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9A7A960-7172-40F8-BB72-80AAB80165E1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b9d2d81b-2d58-4e6f-ace5-5b7f36b65603</vt:lpwstr>
  </property>
</Properties>
</file>